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C4FC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C4FC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D122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22C1">
        <w:rPr>
          <w:rFonts w:ascii="Corbel" w:hAnsi="Corbel"/>
          <w:i/>
          <w:smallCaps/>
          <w:sz w:val="24"/>
          <w:szCs w:val="24"/>
        </w:rPr>
        <w:t>2024-2027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F0160">
        <w:rPr>
          <w:rFonts w:ascii="Corbel" w:hAnsi="Corbel"/>
          <w:sz w:val="20"/>
          <w:szCs w:val="20"/>
        </w:rPr>
        <w:t>202</w:t>
      </w:r>
      <w:r w:rsidR="00D122C1">
        <w:rPr>
          <w:rFonts w:ascii="Corbel" w:hAnsi="Corbel"/>
          <w:sz w:val="20"/>
          <w:szCs w:val="20"/>
        </w:rPr>
        <w:t>4</w:t>
      </w:r>
      <w:r w:rsidR="00CF0160">
        <w:rPr>
          <w:rFonts w:ascii="Corbel" w:hAnsi="Corbel"/>
          <w:sz w:val="20"/>
          <w:szCs w:val="20"/>
        </w:rPr>
        <w:t>/202</w:t>
      </w:r>
      <w:r w:rsidR="00D122C1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E72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Edytory tekstów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E72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94D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94D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A74B8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A72C3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94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123E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semestr </w:t>
            </w:r>
            <w:r w:rsidR="001D7E19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F448C" w:rsidRPr="005F23A0" w:rsidTr="00B819C8">
        <w:tc>
          <w:tcPr>
            <w:tcW w:w="2694" w:type="dxa"/>
            <w:vAlign w:val="center"/>
          </w:tcPr>
          <w:p w:rsidR="003F448C" w:rsidRPr="009C54AE" w:rsidRDefault="003F448C" w:rsidP="003F4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F448C" w:rsidRPr="009C54AE" w:rsidRDefault="003F448C" w:rsidP="00A955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K</w:t>
            </w:r>
            <w:r w:rsidR="00A9557A">
              <w:rPr>
                <w:rFonts w:ascii="Corbel" w:hAnsi="Corbel"/>
                <w:b w:val="0"/>
                <w:sz w:val="24"/>
                <w:szCs w:val="24"/>
              </w:rPr>
              <w:t>ar</w:t>
            </w:r>
            <w:r>
              <w:rPr>
                <w:rFonts w:ascii="Corbel" w:hAnsi="Corbel"/>
                <w:b w:val="0"/>
                <w:sz w:val="24"/>
                <w:szCs w:val="24"/>
              </w:rPr>
              <w:t>aś</w:t>
            </w:r>
          </w:p>
        </w:tc>
      </w:tr>
      <w:tr w:rsidR="003F448C" w:rsidRPr="009C54AE" w:rsidTr="00B819C8">
        <w:tc>
          <w:tcPr>
            <w:tcW w:w="2694" w:type="dxa"/>
            <w:vAlign w:val="center"/>
          </w:tcPr>
          <w:p w:rsidR="003F448C" w:rsidRPr="009C54AE" w:rsidRDefault="003F448C" w:rsidP="003F4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F448C" w:rsidRPr="009C54AE" w:rsidRDefault="003F448C" w:rsidP="003F4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895"/>
        <w:gridCol w:w="763"/>
        <w:gridCol w:w="1315"/>
        <w:gridCol w:w="782"/>
        <w:gridCol w:w="810"/>
        <w:gridCol w:w="728"/>
        <w:gridCol w:w="931"/>
        <w:gridCol w:w="1156"/>
        <w:gridCol w:w="142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1DD" w:rsidRPr="009C54AE" w:rsidRDefault="00D122C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Zaj.</w:t>
            </w:r>
            <w:r w:rsidR="00C701DD">
              <w:rPr>
                <w:rFonts w:ascii="Corbel" w:hAnsi="Corbel"/>
                <w:szCs w:val="24"/>
              </w:rPr>
              <w:t>warszt</w:t>
            </w:r>
            <w:proofErr w:type="spellEnd"/>
            <w:r w:rsidR="00C70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F2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1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67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8672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D001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A59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86723" w:rsidP="006A1A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6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umiejętności z zakresu technologii informacyjnych na poziomie szkoły średniej. Znajomość podstawowych funkcji edytora tekstu MS Word 2003/2007/2010/2013/20</w:t>
            </w:r>
            <w:r w:rsidR="006A1A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16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6E380A">
      <w:pPr>
        <w:pStyle w:val="Punktygwne"/>
        <w:keepLines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6E380A">
      <w:pPr>
        <w:pStyle w:val="Podpunkty"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F60064" w:rsidP="007867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>rzygotowanie studentów do tworzenia i edycji złożonych dokumentów z wykorzystaniem edytorów tekstu M</w:t>
            </w:r>
            <w:r w:rsidR="007867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 xml:space="preserve"> Word.</w:t>
            </w:r>
          </w:p>
        </w:tc>
      </w:tr>
      <w:tr w:rsidR="00500FA6" w:rsidRPr="009C54AE" w:rsidTr="00500FA6">
        <w:tc>
          <w:tcPr>
            <w:tcW w:w="843" w:type="dxa"/>
            <w:vAlign w:val="center"/>
          </w:tcPr>
          <w:p w:rsidR="00500FA6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500FA6" w:rsidRPr="00786723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Redagowanie dokumentów z zastosowaniem praw autorskich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Przygotowanie studenta do pracy z edytorami w chmurze</w:t>
            </w:r>
            <w:r>
              <w:rPr>
                <w:rFonts w:ascii="Corbel" w:hAnsi="Corbel"/>
                <w:b w:val="0"/>
                <w:sz w:val="24"/>
                <w:szCs w:val="24"/>
              </w:rPr>
              <w:t>, praca grupowa nad tekstem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Udostępnianie i edycja dokumentów w chmurze na urządzeniach stacjonarnych i mobilnych.</w:t>
            </w:r>
          </w:p>
        </w:tc>
      </w:tr>
      <w:tr w:rsidR="00786723" w:rsidRPr="009C54AE" w:rsidTr="00500FA6">
        <w:tc>
          <w:tcPr>
            <w:tcW w:w="843" w:type="dxa"/>
            <w:vAlign w:val="center"/>
          </w:tcPr>
          <w:p w:rsidR="00786723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786723" w:rsidRPr="00786723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Wykorzystanie aplikacji zewnętrznych i ich integracja z funkcjami edytora.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064" w:rsidRPr="009C54AE" w:rsidRDefault="00F60064" w:rsidP="00F60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stosowania zasady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 xml:space="preserve">właściwego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redagowania dokumentów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wynikające z prawa autorskiego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B00932" w:rsidP="009B4B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tworzenia dokumentacji </w:t>
            </w:r>
            <w:r w:rsidR="0059795E">
              <w:rPr>
                <w:rFonts w:ascii="Corbel" w:hAnsi="Corbel"/>
                <w:b w:val="0"/>
                <w:smallCaps w:val="0"/>
                <w:szCs w:val="24"/>
              </w:rPr>
              <w:t>elektronicznej w pracy pedagoga</w:t>
            </w:r>
            <w:r w:rsidR="009B4B5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9795E">
              <w:rPr>
                <w:rFonts w:ascii="Corbel" w:hAnsi="Corbel"/>
                <w:b w:val="0"/>
                <w:smallCaps w:val="0"/>
                <w:szCs w:val="24"/>
              </w:rPr>
              <w:t xml:space="preserve"> przygotowanie do tworzenia dokumentów złożonych</w:t>
            </w:r>
            <w:r w:rsidR="009B4B56">
              <w:rPr>
                <w:rFonts w:ascii="Corbel" w:hAnsi="Corbel"/>
                <w:b w:val="0"/>
                <w:smallCaps w:val="0"/>
                <w:szCs w:val="24"/>
              </w:rPr>
              <w:t xml:space="preserve"> na przykładzie pracy dyplomowej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9F62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F60064" w:rsidP="00F035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520C3">
              <w:rPr>
                <w:rFonts w:ascii="Corbel" w:hAnsi="Corbel"/>
                <w:b w:val="0"/>
                <w:smallCaps w:val="0"/>
                <w:szCs w:val="24"/>
              </w:rPr>
              <w:t xml:space="preserve">astosuje poprawne zasady edycyjne w redagowaniu dokumentów złożonych.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Porówna właściwości dokumentów lokalnych z dokumentami umiejscowionymi  w chmurze.</w:t>
            </w:r>
          </w:p>
        </w:tc>
        <w:tc>
          <w:tcPr>
            <w:tcW w:w="1873" w:type="dxa"/>
          </w:tcPr>
          <w:p w:rsidR="0085747A" w:rsidRPr="009C54AE" w:rsidRDefault="009811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D7E3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0354F" w:rsidRPr="009C54AE" w:rsidTr="005E6E85">
        <w:tc>
          <w:tcPr>
            <w:tcW w:w="1701" w:type="dxa"/>
          </w:tcPr>
          <w:p w:rsidR="00F0354F" w:rsidRDefault="00F035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354F" w:rsidRDefault="000229C2" w:rsidP="000229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F60064">
              <w:rPr>
                <w:rFonts w:ascii="Corbel" w:hAnsi="Corbel"/>
                <w:b w:val="0"/>
                <w:smallCaps w:val="0"/>
                <w:szCs w:val="24"/>
              </w:rPr>
              <w:t xml:space="preserve">zasadni potrzebę </w:t>
            </w:r>
            <w:r w:rsidR="006C1BDC">
              <w:rPr>
                <w:rFonts w:ascii="Corbel" w:hAnsi="Corbel"/>
                <w:b w:val="0"/>
                <w:smallCaps w:val="0"/>
                <w:szCs w:val="24"/>
              </w:rPr>
              <w:t xml:space="preserve">konieczności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doskonalenia i samokształcenia z wykorzystaniem technologii informacyjnej</w:t>
            </w:r>
          </w:p>
        </w:tc>
        <w:tc>
          <w:tcPr>
            <w:tcW w:w="1873" w:type="dxa"/>
          </w:tcPr>
          <w:p w:rsidR="00F0354F" w:rsidRDefault="00FD0B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96589" w:rsidRDefault="00F9658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Podstawy liternictwa, typografii komputerowej</w:t>
            </w:r>
            <w:r>
              <w:rPr>
                <w:rFonts w:ascii="Corbel" w:hAnsi="Corbel"/>
                <w:sz w:val="24"/>
                <w:szCs w:val="24"/>
              </w:rPr>
              <w:t xml:space="preserve"> na potrzeby realizacji materiałów dydaktycznych.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Formatowanie czcionek, malarz formatów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Pojęcia akapitu, formatowanie akapitów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list wypunktowanych, numerowanych, wielopoziomowych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Podział strony, podział dokumentu na sekcje, praca w kolumnach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Zastosowanie tabulatorów oraz znaków wiodących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12521C">
              <w:rPr>
                <w:rFonts w:ascii="Corbel" w:hAnsi="Corbel"/>
                <w:sz w:val="24"/>
                <w:szCs w:val="24"/>
              </w:rPr>
              <w:t>lementy graficzne, symbole, importowanie grafiki do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12521C">
              <w:rPr>
                <w:rFonts w:ascii="Corbel" w:hAnsi="Corbel"/>
                <w:sz w:val="24"/>
                <w:szCs w:val="24"/>
              </w:rPr>
              <w:t>ecenzowanie dokumentów, rejestracja modyfikacji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wykresów, interpretacja graficzna danych liczbowych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przypisów końcowych i na dole strony, formatowanie przypisów. Wykorzystanie ZOTERO do tworzenia przypisów i bibliografii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Tabele, formatowanie tabel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 xml:space="preserve">Zapisywanie plików w formatach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docx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rtf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pdf</w:t>
            </w:r>
            <w:proofErr w:type="spellEnd"/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Nawigacja po dokumencie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5E3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akapitowe, t</w:t>
            </w:r>
            <w:r w:rsidR="0012521C" w:rsidRPr="0012521C">
              <w:rPr>
                <w:rFonts w:ascii="Corbel" w:hAnsi="Corbel"/>
                <w:sz w:val="24"/>
                <w:szCs w:val="24"/>
              </w:rPr>
              <w:t>worzenie spisów i podpisów pod obiektami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Formatowanie dokumentu z wykorzystaniem stylów w</w:t>
            </w:r>
            <w:r w:rsidR="005E3322">
              <w:rPr>
                <w:rFonts w:ascii="Corbel" w:hAnsi="Corbel"/>
                <w:sz w:val="24"/>
                <w:szCs w:val="24"/>
              </w:rPr>
              <w:t xml:space="preserve"> celu utworzenia spisu treści, f</w:t>
            </w:r>
            <w:r w:rsidRPr="0012521C">
              <w:rPr>
                <w:rFonts w:ascii="Corbel" w:hAnsi="Corbel"/>
                <w:sz w:val="24"/>
                <w:szCs w:val="24"/>
              </w:rPr>
              <w:t>ormatowanie struktury dokumentu w widoku konspektu.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formularzy elektronicznych, szyfrowanie dokumentu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53C41" w:rsidRPr="000A598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0A598F">
        <w:rPr>
          <w:rFonts w:ascii="Corbel" w:hAnsi="Corbel"/>
          <w:b w:val="0"/>
          <w:sz w:val="22"/>
          <w:szCs w:val="20"/>
        </w:rPr>
        <w:t xml:space="preserve">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 xml:space="preserve">Analiza edycji tekstów, </w:t>
      </w:r>
      <w:r w:rsidR="0085747A" w:rsidRPr="000A598F">
        <w:rPr>
          <w:rFonts w:ascii="Corbel" w:hAnsi="Corbel"/>
          <w:b w:val="0"/>
          <w:smallCaps w:val="0"/>
          <w:sz w:val="22"/>
          <w:szCs w:val="20"/>
        </w:rPr>
        <w:t xml:space="preserve">metody kształcenia na odległość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>– udostępnienie elektronicznych materiałów dydaktycznych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B7580E">
        <w:trPr>
          <w:trHeight w:val="56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758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7580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7580E" w:rsidRDefault="00C420C8" w:rsidP="00C42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zadania i umieszczenie na platformie moodle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9795E" w:rsidP="00C420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 w:rsidR="00B7580E">
              <w:t xml:space="preserve"> </w:t>
            </w:r>
            <w:r w:rsidR="00C420C8">
              <w:rPr>
                <w:rFonts w:ascii="Corbel" w:hAnsi="Corbel"/>
                <w:b w:val="0"/>
                <w:smallCaps w:val="0"/>
                <w:szCs w:val="24"/>
              </w:rPr>
              <w:t>i umieszczenie</w:t>
            </w:r>
            <w:r w:rsidR="00B7580E" w:rsidRPr="00B7580E">
              <w:rPr>
                <w:rFonts w:ascii="Corbel" w:hAnsi="Corbel"/>
                <w:b w:val="0"/>
                <w:smallCaps w:val="0"/>
                <w:szCs w:val="24"/>
              </w:rPr>
              <w:t xml:space="preserve"> na platformie e-learning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B7580E" w:rsidRPr="00B7580E" w:rsidRDefault="00544E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umieszczenie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zadań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44EC7" w:rsidRDefault="00544E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44EC7" w:rsidRDefault="00544E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44EC7" w:rsidRPr="009C54AE" w:rsidRDefault="00544E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47E9D" w:rsidP="00F96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E9D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</w:p>
        </w:tc>
      </w:tr>
    </w:tbl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C4F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E36A2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123C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123CF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1765E4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Pr="009C54AE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własna studenta z platformą e-learning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765E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wykonanie dokumentów elektronicznych, 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765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547E9D" w:rsidP="00547E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zaliczenia</w:t>
            </w:r>
          </w:p>
        </w:tc>
        <w:tc>
          <w:tcPr>
            <w:tcW w:w="4677" w:type="dxa"/>
          </w:tcPr>
          <w:p w:rsidR="00C61DC5" w:rsidRPr="009C54AE" w:rsidRDefault="00547E9D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E36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598F" w:rsidP="000A59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547E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Office 201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PL. Kurs ,Witold Wrotek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, wyd. Helion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Adam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Jaronicki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Abc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Ms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Office 2007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, Word Excel PowerPoint, wyd. Helion, Gliwice 2008 r.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A1A08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1E8" w:rsidRDefault="00A531E8" w:rsidP="00C16ABF">
      <w:pPr>
        <w:spacing w:after="0" w:line="240" w:lineRule="auto"/>
      </w:pPr>
      <w:r>
        <w:separator/>
      </w:r>
    </w:p>
  </w:endnote>
  <w:endnote w:type="continuationSeparator" w:id="0">
    <w:p w:rsidR="00A531E8" w:rsidRDefault="00A531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1E8" w:rsidRDefault="00A531E8" w:rsidP="00C16ABF">
      <w:pPr>
        <w:spacing w:after="0" w:line="240" w:lineRule="auto"/>
      </w:pPr>
      <w:r>
        <w:separator/>
      </w:r>
    </w:p>
  </w:footnote>
  <w:footnote w:type="continuationSeparator" w:id="0">
    <w:p w:rsidR="00A531E8" w:rsidRDefault="00A531E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2526"/>
    <w:rsid w:val="00015B8F"/>
    <w:rsid w:val="000229C2"/>
    <w:rsid w:val="00022ECE"/>
    <w:rsid w:val="00036338"/>
    <w:rsid w:val="000423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98F"/>
    <w:rsid w:val="000B192D"/>
    <w:rsid w:val="000B28EE"/>
    <w:rsid w:val="000B3E37"/>
    <w:rsid w:val="000D04B0"/>
    <w:rsid w:val="000F1C57"/>
    <w:rsid w:val="000F5615"/>
    <w:rsid w:val="00103FB5"/>
    <w:rsid w:val="00124BFF"/>
    <w:rsid w:val="0012521C"/>
    <w:rsid w:val="0012560E"/>
    <w:rsid w:val="00127108"/>
    <w:rsid w:val="00134B13"/>
    <w:rsid w:val="00146BC0"/>
    <w:rsid w:val="00153C41"/>
    <w:rsid w:val="00154381"/>
    <w:rsid w:val="00161576"/>
    <w:rsid w:val="001640A7"/>
    <w:rsid w:val="00164FA7"/>
    <w:rsid w:val="00166A03"/>
    <w:rsid w:val="001718A7"/>
    <w:rsid w:val="001737CF"/>
    <w:rsid w:val="00176083"/>
    <w:rsid w:val="001765E4"/>
    <w:rsid w:val="001770C7"/>
    <w:rsid w:val="00192F37"/>
    <w:rsid w:val="00194520"/>
    <w:rsid w:val="001A70D2"/>
    <w:rsid w:val="001D657B"/>
    <w:rsid w:val="001D7B54"/>
    <w:rsid w:val="001D7E19"/>
    <w:rsid w:val="001E0209"/>
    <w:rsid w:val="001F2CA2"/>
    <w:rsid w:val="00211B54"/>
    <w:rsid w:val="002144C0"/>
    <w:rsid w:val="0022477D"/>
    <w:rsid w:val="002278A9"/>
    <w:rsid w:val="002336F9"/>
    <w:rsid w:val="0024028F"/>
    <w:rsid w:val="00244ABC"/>
    <w:rsid w:val="00265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B27"/>
    <w:rsid w:val="003018BA"/>
    <w:rsid w:val="0030395F"/>
    <w:rsid w:val="00305C92"/>
    <w:rsid w:val="003151C5"/>
    <w:rsid w:val="003343CF"/>
    <w:rsid w:val="00345D53"/>
    <w:rsid w:val="00346FE9"/>
    <w:rsid w:val="0034759A"/>
    <w:rsid w:val="003503F6"/>
    <w:rsid w:val="003530DD"/>
    <w:rsid w:val="00363F78"/>
    <w:rsid w:val="003A0A5B"/>
    <w:rsid w:val="003A1176"/>
    <w:rsid w:val="003C0BAE"/>
    <w:rsid w:val="003C5D5C"/>
    <w:rsid w:val="003D18A9"/>
    <w:rsid w:val="003D6CE2"/>
    <w:rsid w:val="003E1941"/>
    <w:rsid w:val="003E2FE6"/>
    <w:rsid w:val="003E49D5"/>
    <w:rsid w:val="003E5D31"/>
    <w:rsid w:val="003F38C0"/>
    <w:rsid w:val="003F448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1EF"/>
    <w:rsid w:val="004D5282"/>
    <w:rsid w:val="004F1551"/>
    <w:rsid w:val="004F55A3"/>
    <w:rsid w:val="00500FA6"/>
    <w:rsid w:val="0050496F"/>
    <w:rsid w:val="005052A4"/>
    <w:rsid w:val="00513B6F"/>
    <w:rsid w:val="00517C63"/>
    <w:rsid w:val="00526C94"/>
    <w:rsid w:val="005363C4"/>
    <w:rsid w:val="00536BDE"/>
    <w:rsid w:val="00543ACC"/>
    <w:rsid w:val="00544EC7"/>
    <w:rsid w:val="00547E9D"/>
    <w:rsid w:val="0056696D"/>
    <w:rsid w:val="00573EF9"/>
    <w:rsid w:val="0058703D"/>
    <w:rsid w:val="0059484D"/>
    <w:rsid w:val="0059795E"/>
    <w:rsid w:val="005A0855"/>
    <w:rsid w:val="005A3196"/>
    <w:rsid w:val="005C080F"/>
    <w:rsid w:val="005C55E5"/>
    <w:rsid w:val="005C696A"/>
    <w:rsid w:val="005E1F97"/>
    <w:rsid w:val="005E3322"/>
    <w:rsid w:val="005E6E85"/>
    <w:rsid w:val="005E7225"/>
    <w:rsid w:val="005F23A0"/>
    <w:rsid w:val="005F31D2"/>
    <w:rsid w:val="006048B3"/>
    <w:rsid w:val="0061029B"/>
    <w:rsid w:val="00617230"/>
    <w:rsid w:val="0061768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A08"/>
    <w:rsid w:val="006C1BDC"/>
    <w:rsid w:val="006D050F"/>
    <w:rsid w:val="006D6139"/>
    <w:rsid w:val="006E1C53"/>
    <w:rsid w:val="006E38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723"/>
    <w:rsid w:val="00787C2A"/>
    <w:rsid w:val="00790E27"/>
    <w:rsid w:val="007A4022"/>
    <w:rsid w:val="007A6E6E"/>
    <w:rsid w:val="007B04E9"/>
    <w:rsid w:val="007C3299"/>
    <w:rsid w:val="007C3BCC"/>
    <w:rsid w:val="007C4546"/>
    <w:rsid w:val="007D6E56"/>
    <w:rsid w:val="007F1652"/>
    <w:rsid w:val="007F4155"/>
    <w:rsid w:val="008123CF"/>
    <w:rsid w:val="0081554D"/>
    <w:rsid w:val="0081707E"/>
    <w:rsid w:val="0081765C"/>
    <w:rsid w:val="008406D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A9B"/>
    <w:rsid w:val="0098114E"/>
    <w:rsid w:val="00997F14"/>
    <w:rsid w:val="009A78D9"/>
    <w:rsid w:val="009B4B56"/>
    <w:rsid w:val="009C1331"/>
    <w:rsid w:val="009C3E31"/>
    <w:rsid w:val="009C54AE"/>
    <w:rsid w:val="009C788E"/>
    <w:rsid w:val="009D4324"/>
    <w:rsid w:val="009E3B41"/>
    <w:rsid w:val="009F1A22"/>
    <w:rsid w:val="009F3111"/>
    <w:rsid w:val="009F3C5C"/>
    <w:rsid w:val="009F4610"/>
    <w:rsid w:val="009F6271"/>
    <w:rsid w:val="00A00ECC"/>
    <w:rsid w:val="00A155EE"/>
    <w:rsid w:val="00A2245B"/>
    <w:rsid w:val="00A30110"/>
    <w:rsid w:val="00A36899"/>
    <w:rsid w:val="00A371F6"/>
    <w:rsid w:val="00A43BF6"/>
    <w:rsid w:val="00A531E8"/>
    <w:rsid w:val="00A53FA5"/>
    <w:rsid w:val="00A54817"/>
    <w:rsid w:val="00A5603C"/>
    <w:rsid w:val="00A601C8"/>
    <w:rsid w:val="00A60799"/>
    <w:rsid w:val="00A72C3E"/>
    <w:rsid w:val="00A84C85"/>
    <w:rsid w:val="00A87AE6"/>
    <w:rsid w:val="00A9557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932"/>
    <w:rsid w:val="00B06142"/>
    <w:rsid w:val="00B135B1"/>
    <w:rsid w:val="00B3130B"/>
    <w:rsid w:val="00B40ADB"/>
    <w:rsid w:val="00B43B77"/>
    <w:rsid w:val="00B43E80"/>
    <w:rsid w:val="00B520C3"/>
    <w:rsid w:val="00B607DB"/>
    <w:rsid w:val="00B60E5D"/>
    <w:rsid w:val="00B66529"/>
    <w:rsid w:val="00B7580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9"/>
    <w:rsid w:val="00C26CB7"/>
    <w:rsid w:val="00C324C1"/>
    <w:rsid w:val="00C36992"/>
    <w:rsid w:val="00C420C8"/>
    <w:rsid w:val="00C56036"/>
    <w:rsid w:val="00C61DC5"/>
    <w:rsid w:val="00C67E92"/>
    <w:rsid w:val="00C701DD"/>
    <w:rsid w:val="00C70A26"/>
    <w:rsid w:val="00C766DF"/>
    <w:rsid w:val="00C8572A"/>
    <w:rsid w:val="00C94B98"/>
    <w:rsid w:val="00C94DD4"/>
    <w:rsid w:val="00CA2B96"/>
    <w:rsid w:val="00CA5089"/>
    <w:rsid w:val="00CA74B8"/>
    <w:rsid w:val="00CB42CB"/>
    <w:rsid w:val="00CC40FE"/>
    <w:rsid w:val="00CD6897"/>
    <w:rsid w:val="00CE5BAC"/>
    <w:rsid w:val="00CF0160"/>
    <w:rsid w:val="00CF25BE"/>
    <w:rsid w:val="00CF78ED"/>
    <w:rsid w:val="00D00191"/>
    <w:rsid w:val="00D02B25"/>
    <w:rsid w:val="00D02EBA"/>
    <w:rsid w:val="00D122C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B8"/>
    <w:rsid w:val="00D8678B"/>
    <w:rsid w:val="00D91405"/>
    <w:rsid w:val="00D94CCA"/>
    <w:rsid w:val="00DA2114"/>
    <w:rsid w:val="00DC4FC9"/>
    <w:rsid w:val="00DE09C0"/>
    <w:rsid w:val="00DE4A14"/>
    <w:rsid w:val="00DE4C27"/>
    <w:rsid w:val="00DE76C0"/>
    <w:rsid w:val="00DF320D"/>
    <w:rsid w:val="00DF4151"/>
    <w:rsid w:val="00DF71C8"/>
    <w:rsid w:val="00E129B8"/>
    <w:rsid w:val="00E129BB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54F"/>
    <w:rsid w:val="00F070AB"/>
    <w:rsid w:val="00F123E2"/>
    <w:rsid w:val="00F17567"/>
    <w:rsid w:val="00F27A7B"/>
    <w:rsid w:val="00F40DB1"/>
    <w:rsid w:val="00F526AF"/>
    <w:rsid w:val="00F60064"/>
    <w:rsid w:val="00F617C3"/>
    <w:rsid w:val="00F67BA0"/>
    <w:rsid w:val="00F7066B"/>
    <w:rsid w:val="00F83B28"/>
    <w:rsid w:val="00F96589"/>
    <w:rsid w:val="00FA4009"/>
    <w:rsid w:val="00FA46E5"/>
    <w:rsid w:val="00FB7DBA"/>
    <w:rsid w:val="00FC1C25"/>
    <w:rsid w:val="00FC3F45"/>
    <w:rsid w:val="00FD0B54"/>
    <w:rsid w:val="00FD503F"/>
    <w:rsid w:val="00FD7589"/>
    <w:rsid w:val="00FD7E33"/>
    <w:rsid w:val="00FE36A2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3F2C5-FE16-4EAA-833E-590A3B3B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5</cp:revision>
  <cp:lastPrinted>2020-10-14T10:22:00Z</cp:lastPrinted>
  <dcterms:created xsi:type="dcterms:W3CDTF">2024-09-15T13:50:00Z</dcterms:created>
  <dcterms:modified xsi:type="dcterms:W3CDTF">2024-09-28T08:20:00Z</dcterms:modified>
</cp:coreProperties>
</file>